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0C569" w14:textId="77777777" w:rsidR="00CE5558" w:rsidRDefault="00000000">
      <w:pPr>
        <w:jc w:val="center"/>
        <w:rPr>
          <w:rFonts w:ascii="宋体" w:hAnsi="宋体"/>
          <w:b/>
          <w:color w:val="333333"/>
          <w:sz w:val="44"/>
          <w:szCs w:val="44"/>
          <w:shd w:val="clear" w:color="auto" w:fill="FFFFFF"/>
        </w:rPr>
      </w:pPr>
      <w:r>
        <w:rPr>
          <w:rFonts w:ascii="宋体" w:hAnsi="宋体" w:hint="eastAsia"/>
          <w:b/>
          <w:color w:val="333333"/>
          <w:sz w:val="44"/>
          <w:szCs w:val="44"/>
          <w:shd w:val="clear" w:color="auto" w:fill="FFFFFF"/>
        </w:rPr>
        <w:t>实 习 介 绍 信</w:t>
      </w:r>
    </w:p>
    <w:p w14:paraId="338247A8" w14:textId="77777777" w:rsidR="00CE5558" w:rsidRDefault="00CE5558">
      <w:pPr>
        <w:jc w:val="center"/>
        <w:rPr>
          <w:rFonts w:ascii="宋体" w:hAnsi="宋体"/>
          <w:color w:val="333333"/>
          <w:sz w:val="28"/>
          <w:szCs w:val="28"/>
          <w:shd w:val="clear" w:color="auto" w:fill="FFFFFF"/>
        </w:rPr>
      </w:pPr>
    </w:p>
    <w:p w14:paraId="2803B673" w14:textId="77777777" w:rsidR="00CE5558" w:rsidRDefault="00000000">
      <w:pPr>
        <w:rPr>
          <w:rFonts w:ascii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hAnsi="宋体" w:hint="eastAsia"/>
          <w:color w:val="333333"/>
          <w:sz w:val="28"/>
          <w:szCs w:val="28"/>
          <w:u w:val="single"/>
          <w:shd w:val="clear" w:color="auto" w:fill="FFFFFF"/>
        </w:rPr>
        <w:t xml:space="preserve"> 　　                 </w:t>
      </w:r>
      <w:r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 xml:space="preserve">： 　　</w:t>
      </w:r>
    </w:p>
    <w:p w14:paraId="317B1905" w14:textId="77777777" w:rsidR="00CE5558" w:rsidRDefault="00000000">
      <w:pPr>
        <w:ind w:firstLineChars="200" w:firstLine="560"/>
        <w:rPr>
          <w:rFonts w:ascii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兹介绍我院</w:t>
      </w:r>
      <w:r>
        <w:rPr>
          <w:rFonts w:ascii="宋体" w:hAnsi="宋体" w:hint="eastAsia"/>
          <w:color w:val="333333"/>
          <w:sz w:val="28"/>
          <w:szCs w:val="28"/>
          <w:u w:val="single"/>
          <w:shd w:val="clear" w:color="auto" w:fill="FFFFFF"/>
        </w:rPr>
        <w:t xml:space="preserve">            </w:t>
      </w:r>
      <w:r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专业</w:t>
      </w:r>
      <w:r>
        <w:rPr>
          <w:rFonts w:ascii="宋体" w:hAnsi="宋体" w:hint="eastAsia"/>
          <w:color w:val="333333"/>
          <w:sz w:val="28"/>
          <w:szCs w:val="28"/>
          <w:u w:val="single"/>
          <w:shd w:val="clear" w:color="auto" w:fill="FFFFFF"/>
        </w:rPr>
        <w:t xml:space="preserve">       </w:t>
      </w:r>
      <w:r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级，学生</w:t>
      </w:r>
      <w:r>
        <w:rPr>
          <w:rFonts w:ascii="宋体" w:hAnsi="宋体" w:hint="eastAsia"/>
          <w:color w:val="333333"/>
          <w:sz w:val="28"/>
          <w:szCs w:val="28"/>
          <w:u w:val="single"/>
          <w:shd w:val="clear" w:color="auto" w:fill="FFFFFF"/>
        </w:rPr>
        <w:t xml:space="preserve">              </w:t>
      </w:r>
      <w:r>
        <w:rPr>
          <w:rFonts w:hint="eastAsia"/>
          <w:sz w:val="24"/>
        </w:rPr>
        <w:t>，学号：</w:t>
      </w:r>
      <w:r>
        <w:rPr>
          <w:sz w:val="24"/>
          <w:u w:val="single"/>
        </w:rPr>
        <w:t xml:space="preserve">                 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，身份证号：</w:t>
      </w:r>
      <w:r>
        <w:rPr>
          <w:sz w:val="24"/>
          <w:u w:val="single"/>
        </w:rPr>
        <w:t xml:space="preserve">              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</w:t>
      </w:r>
      <w:r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前来贵单位实习，请予以大力支持，并给予指导和严格管理。</w:t>
      </w:r>
    </w:p>
    <w:p w14:paraId="5A7B93FB" w14:textId="77777777" w:rsidR="00CE5558" w:rsidRDefault="00000000">
      <w:pPr>
        <w:ind w:firstLineChars="200" w:firstLine="560"/>
        <w:rPr>
          <w:rFonts w:ascii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感谢贵单位对我院实习工作支持！</w:t>
      </w:r>
    </w:p>
    <w:p w14:paraId="51E8E2BE" w14:textId="1FF74AFF" w:rsidR="00CE5558" w:rsidRDefault="00000000">
      <w:pPr>
        <w:ind w:firstLineChars="200" w:firstLine="560"/>
        <w:rPr>
          <w:rFonts w:ascii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院教学科研办公室联系电话：</w:t>
      </w:r>
      <w:r>
        <w:rPr>
          <w:rFonts w:ascii="宋体" w:hAnsi="宋体" w:hint="eastAsia"/>
          <w:sz w:val="28"/>
          <w:szCs w:val="28"/>
          <w:shd w:val="clear" w:color="auto" w:fill="FFFFFF"/>
        </w:rPr>
        <w:t>(028)8738</w:t>
      </w:r>
      <w:r w:rsidR="00E9225F">
        <w:rPr>
          <w:rFonts w:ascii="宋体" w:hAnsi="宋体"/>
          <w:sz w:val="28"/>
          <w:szCs w:val="28"/>
          <w:shd w:val="clear" w:color="auto" w:fill="FFFFFF"/>
        </w:rPr>
        <w:t>7820</w:t>
      </w:r>
      <w:r>
        <w:rPr>
          <w:rFonts w:ascii="宋体" w:hAnsi="宋体" w:hint="eastAsia"/>
          <w:sz w:val="28"/>
          <w:szCs w:val="28"/>
          <w:shd w:val="clear" w:color="auto" w:fill="FFFFFF"/>
        </w:rPr>
        <w:t xml:space="preserve"> </w:t>
      </w:r>
    </w:p>
    <w:p w14:paraId="6E4F75B4" w14:textId="466FE7BF" w:rsidR="00CE5558" w:rsidRDefault="00000000">
      <w:pPr>
        <w:ind w:firstLineChars="200" w:firstLine="560"/>
        <w:rPr>
          <w:rFonts w:ascii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学院地址:成都市郫都区红光大道9999号西华大学</w:t>
      </w:r>
      <w:r w:rsidR="002234E5" w:rsidRPr="002234E5"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法学与社会学学院</w:t>
      </w:r>
      <w:r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 xml:space="preserve">    邮编:610039</w:t>
      </w:r>
    </w:p>
    <w:p w14:paraId="1CA0220B" w14:textId="77777777" w:rsidR="00A5031C" w:rsidRDefault="00A5031C">
      <w:pPr>
        <w:ind w:firstLineChars="200" w:firstLine="560"/>
        <w:rPr>
          <w:rFonts w:ascii="宋体" w:hAnsi="宋体"/>
          <w:color w:val="333333"/>
          <w:sz w:val="28"/>
          <w:szCs w:val="28"/>
          <w:shd w:val="clear" w:color="auto" w:fill="FFFFFF"/>
        </w:rPr>
      </w:pPr>
    </w:p>
    <w:p w14:paraId="1EDB1868" w14:textId="3210A44B" w:rsidR="007965FB" w:rsidRPr="000D2C35" w:rsidRDefault="00A5031C">
      <w:pPr>
        <w:ind w:firstLineChars="200" w:firstLine="560"/>
        <w:rPr>
          <w:rFonts w:ascii="宋体" w:hAnsi="宋体"/>
          <w:sz w:val="28"/>
          <w:szCs w:val="28"/>
          <w:shd w:val="clear" w:color="auto" w:fill="FFFFFF"/>
        </w:rPr>
      </w:pPr>
      <w:r w:rsidRPr="000D2C35">
        <w:rPr>
          <w:rFonts w:ascii="宋体" w:hAnsi="宋体" w:hint="eastAsia"/>
          <w:sz w:val="28"/>
          <w:szCs w:val="28"/>
          <w:shd w:val="clear" w:color="auto" w:fill="FFFFFF"/>
        </w:rPr>
        <w:t>校内指导老师意见</w:t>
      </w:r>
      <w:r w:rsidR="00303F65" w:rsidRPr="000D2C35">
        <w:rPr>
          <w:rFonts w:ascii="宋体" w:hAnsi="宋体" w:hint="eastAsia"/>
          <w:sz w:val="28"/>
          <w:szCs w:val="28"/>
          <w:shd w:val="clear" w:color="auto" w:fill="FFFFFF"/>
        </w:rPr>
        <w:t>（同意或不同意）</w:t>
      </w:r>
      <w:r w:rsidRPr="000D2C35">
        <w:rPr>
          <w:rFonts w:ascii="宋体" w:hAnsi="宋体" w:hint="eastAsia"/>
          <w:sz w:val="28"/>
          <w:szCs w:val="28"/>
          <w:shd w:val="clear" w:color="auto" w:fill="FFFFFF"/>
        </w:rPr>
        <w:t>：</w:t>
      </w:r>
    </w:p>
    <w:p w14:paraId="79635CB2" w14:textId="3D6E595F" w:rsidR="00CE5558" w:rsidRPr="000D2C35" w:rsidRDefault="007965FB">
      <w:pPr>
        <w:ind w:firstLineChars="200" w:firstLine="560"/>
        <w:rPr>
          <w:rFonts w:ascii="宋体" w:hAnsi="宋体"/>
          <w:sz w:val="28"/>
          <w:szCs w:val="28"/>
          <w:shd w:val="clear" w:color="auto" w:fill="FFFFFF"/>
        </w:rPr>
      </w:pPr>
      <w:r w:rsidRPr="000D2C35">
        <w:rPr>
          <w:rFonts w:ascii="宋体" w:hAnsi="宋体" w:hint="eastAsia"/>
          <w:sz w:val="28"/>
          <w:szCs w:val="28"/>
          <w:shd w:val="clear" w:color="auto" w:fill="FFFFFF"/>
        </w:rPr>
        <w:t>校内指导老师签名：</w:t>
      </w:r>
    </w:p>
    <w:p w14:paraId="478BB943" w14:textId="77777777" w:rsidR="007965FB" w:rsidRDefault="007965FB">
      <w:pPr>
        <w:ind w:firstLineChars="200" w:firstLine="560"/>
        <w:rPr>
          <w:rFonts w:ascii="宋体" w:hAnsi="宋体"/>
          <w:color w:val="333333"/>
          <w:sz w:val="28"/>
          <w:szCs w:val="28"/>
          <w:shd w:val="clear" w:color="auto" w:fill="FFFFFF"/>
        </w:rPr>
      </w:pPr>
    </w:p>
    <w:p w14:paraId="73E7FE7D" w14:textId="4CC352B2" w:rsidR="00CE5558" w:rsidRDefault="00000000" w:rsidP="0043466A">
      <w:pPr>
        <w:ind w:firstLineChars="1700" w:firstLine="4760"/>
        <w:rPr>
          <w:rFonts w:ascii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西华大学</w:t>
      </w:r>
      <w:r w:rsidR="0043466A" w:rsidRPr="0043466A"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>法学与社会学学院</w:t>
      </w:r>
    </w:p>
    <w:p w14:paraId="261AFBEB" w14:textId="77777777" w:rsidR="00CE5558" w:rsidRDefault="00000000">
      <w:pPr>
        <w:spacing w:line="480" w:lineRule="auto"/>
        <w:ind w:firstLine="480"/>
        <w:rPr>
          <w:rFonts w:ascii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hAnsi="宋体" w:hint="eastAsia"/>
          <w:color w:val="333333"/>
          <w:sz w:val="28"/>
          <w:szCs w:val="28"/>
          <w:shd w:val="clear" w:color="auto" w:fill="FFFFFF"/>
        </w:rPr>
        <w:t xml:space="preserve">　                                    年   月   日</w:t>
      </w:r>
    </w:p>
    <w:p w14:paraId="743F3F9C" w14:textId="77777777" w:rsidR="00CE5558" w:rsidRDefault="00CE5558">
      <w:pPr>
        <w:spacing w:line="480" w:lineRule="auto"/>
        <w:ind w:firstLine="480"/>
        <w:rPr>
          <w:sz w:val="28"/>
          <w:szCs w:val="28"/>
        </w:rPr>
      </w:pPr>
    </w:p>
    <w:sectPr w:rsidR="00CE5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A5A4E" w14:textId="77777777" w:rsidR="00D105F0" w:rsidRDefault="00D105F0" w:rsidP="0043466A">
      <w:r>
        <w:separator/>
      </w:r>
    </w:p>
  </w:endnote>
  <w:endnote w:type="continuationSeparator" w:id="0">
    <w:p w14:paraId="64DF3BE3" w14:textId="77777777" w:rsidR="00D105F0" w:rsidRDefault="00D105F0" w:rsidP="0043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37829" w14:textId="77777777" w:rsidR="00D105F0" w:rsidRDefault="00D105F0" w:rsidP="0043466A">
      <w:r>
        <w:separator/>
      </w:r>
    </w:p>
  </w:footnote>
  <w:footnote w:type="continuationSeparator" w:id="0">
    <w:p w14:paraId="1A75B50B" w14:textId="77777777" w:rsidR="00D105F0" w:rsidRDefault="00D105F0" w:rsidP="00434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8B2A3C"/>
    <w:rsid w:val="00021E27"/>
    <w:rsid w:val="00061428"/>
    <w:rsid w:val="000D2C35"/>
    <w:rsid w:val="002234E5"/>
    <w:rsid w:val="00303F65"/>
    <w:rsid w:val="00407CCE"/>
    <w:rsid w:val="0043466A"/>
    <w:rsid w:val="00437C7E"/>
    <w:rsid w:val="007965FB"/>
    <w:rsid w:val="007D1510"/>
    <w:rsid w:val="009E1875"/>
    <w:rsid w:val="00A5031C"/>
    <w:rsid w:val="00B052BB"/>
    <w:rsid w:val="00B30968"/>
    <w:rsid w:val="00CE5558"/>
    <w:rsid w:val="00D070C2"/>
    <w:rsid w:val="00D105F0"/>
    <w:rsid w:val="00D5287B"/>
    <w:rsid w:val="00D87096"/>
    <w:rsid w:val="00D96191"/>
    <w:rsid w:val="00DB65FF"/>
    <w:rsid w:val="00E9225F"/>
    <w:rsid w:val="398B2A3C"/>
    <w:rsid w:val="5F2952D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2AA7DF"/>
  <w15:docId w15:val="{221F9A55-74F4-4DF4-AE1A-D1C38CBF1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4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3466A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434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3466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27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刘文君</cp:lastModifiedBy>
  <cp:revision>14</cp:revision>
  <cp:lastPrinted>2019-09-23T07:19:00Z</cp:lastPrinted>
  <dcterms:created xsi:type="dcterms:W3CDTF">2019-09-23T07:21:00Z</dcterms:created>
  <dcterms:modified xsi:type="dcterms:W3CDTF">2024-06-18T00:47:00Z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